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07C2CC17" wp14:editId="373F0F9F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571C35C4" wp14:editId="0C9C59BA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F63C7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SCJw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6A175C" w:rsidRPr="004A56D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r w:rsidR="006A175C" w:rsidRPr="004A56DF">
        <w:rPr>
          <w:rFonts w:ascii="TH SarabunPSK" w:hAnsi="TH SarabunPSK" w:cs="TH SarabunPSK" w:hint="cs"/>
          <w:sz w:val="32"/>
          <w:szCs w:val="32"/>
          <w:cs/>
        </w:rPr>
        <w:t xml:space="preserve">โทร. </w:t>
      </w:r>
      <w:r w:rsidR="006A175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0478EDF" wp14:editId="7B5A49F8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F0E6C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0440E5B8" wp14:editId="182595FB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71B67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M0JwIAAE0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4283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4B4D7E" w:rsidRPr="004B4D7E">
        <w:rPr>
          <w:rFonts w:ascii="TH SarabunPSK" w:hAnsi="TH SarabunPSK" w:cs="TH SarabunPSK"/>
          <w:sz w:val="32"/>
          <w:szCs w:val="32"/>
          <w:cs/>
        </w:rPr>
        <w:t>/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1D2D8E" w:rsidRPr="001D2D8E">
        <w:rPr>
          <w:rFonts w:ascii="TH SarabunPSK" w:hAnsi="TH SarabunPSK" w:cs="TH SarabunPSK" w:hint="cs"/>
          <w:sz w:val="32"/>
          <w:szCs w:val="32"/>
          <w:cs/>
        </w:rPr>
        <w:t>วัน  เดือน  ปี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48B97C1D" wp14:editId="5BDD2C35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144CC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Uq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81784">
        <w:rPr>
          <w:rFonts w:ascii="TH SarabunPSK" w:hAnsi="TH SarabunPSK" w:cs="TH SarabunPSK" w:hint="cs"/>
          <w:sz w:val="32"/>
          <w:szCs w:val="32"/>
          <w:cs/>
        </w:rPr>
        <w:t>ขอ</w:t>
      </w:r>
      <w:r w:rsidR="00283ED7">
        <w:rPr>
          <w:rFonts w:ascii="TH SarabunPSK" w:hAnsi="TH SarabunPSK" w:cs="TH SarabunPSK" w:hint="cs"/>
          <w:sz w:val="32"/>
          <w:szCs w:val="32"/>
          <w:cs/>
        </w:rPr>
        <w:t>ยื่นส่วนแก้ไขเปลี่ยนแปลงโครงการวิจัย</w:t>
      </w:r>
    </w:p>
    <w:p w:rsidR="00C87E7C" w:rsidRPr="00B80B01" w:rsidRDefault="00781784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="00DD26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ประธานคณะกรรมการจริยธรรมการวิจัยในมนุษย์ มหาวิทยาลัยเทคโนโลยีราชมงคลตะวันออก</w:t>
      </w:r>
    </w:p>
    <w:p w:rsidR="00781784" w:rsidRDefault="00781784" w:rsidP="0004283B">
      <w:pPr>
        <w:spacing w:before="12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C438D">
        <w:rPr>
          <w:rFonts w:ascii="TH SarabunPSK" w:hAnsi="TH SarabunPSK" w:cs="TH SarabunPSK"/>
          <w:sz w:val="32"/>
          <w:szCs w:val="32"/>
          <w:cs/>
        </w:rPr>
        <w:t>ข้าพเจ้า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</w:t>
      </w:r>
      <w:r w:rsidRPr="006C438D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ได้รับอนุมัติใบรับรองจริยธรรมการวิจัย จำนวน...........โครงการ ดังนี้ </w:t>
      </w:r>
    </w:p>
    <w:p w:rsidR="00326F2E" w:rsidRPr="006C438D" w:rsidRDefault="00781784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26F2E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1 </w:t>
      </w:r>
      <w:r w:rsidR="00326F2E" w:rsidRPr="006C438D">
        <w:rPr>
          <w:rFonts w:ascii="TH SarabunPSK" w:hAnsi="TH SarabunPSK" w:cs="TH SarabunPSK"/>
          <w:sz w:val="32"/>
          <w:szCs w:val="32"/>
          <w:cs/>
        </w:rPr>
        <w:t>ชื่อโครงการ</w:t>
      </w:r>
      <w:r w:rsidR="00326F2E" w:rsidRPr="006C438D">
        <w:rPr>
          <w:rFonts w:ascii="TH SarabunPSK" w:hAnsi="TH SarabunPSK" w:cs="TH SarabunPSK"/>
          <w:sz w:val="32"/>
          <w:szCs w:val="32"/>
        </w:rPr>
        <w:t xml:space="preserve"> (</w:t>
      </w:r>
      <w:r w:rsidR="00326F2E" w:rsidRPr="006C438D">
        <w:rPr>
          <w:rFonts w:ascii="TH SarabunPSK" w:hAnsi="TH SarabunPSK" w:cs="TH SarabunPSK"/>
          <w:sz w:val="32"/>
          <w:szCs w:val="32"/>
          <w:cs/>
        </w:rPr>
        <w:t>ไทย</w:t>
      </w:r>
      <w:r w:rsidR="00326F2E">
        <w:rPr>
          <w:rFonts w:ascii="TH SarabunPSK" w:hAnsi="TH SarabunPSK" w:cs="TH SarabunPSK" w:hint="cs"/>
          <w:sz w:val="32"/>
          <w:szCs w:val="32"/>
          <w:cs/>
        </w:rPr>
        <w:t>)</w:t>
      </w:r>
      <w:r w:rsidR="00326F2E">
        <w:rPr>
          <w:rFonts w:ascii="TH SarabunPSK" w:hAnsi="TH SarabunPSK" w:cs="TH SarabunPSK"/>
          <w:sz w:val="32"/>
          <w:szCs w:val="32"/>
        </w:rPr>
        <w:t xml:space="preserve"> </w:t>
      </w:r>
      <w:r w:rsidR="00326F2E"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</w:t>
      </w:r>
    </w:p>
    <w:p w:rsidR="00326F2E" w:rsidRPr="006C438D" w:rsidRDefault="00326F2E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English</w:t>
      </w:r>
      <w:r>
        <w:rPr>
          <w:rFonts w:ascii="TH SarabunPSK" w:hAnsi="TH SarabunPSK" w:cs="TH SarabunPSK" w:hint="cs"/>
          <w:sz w:val="32"/>
          <w:szCs w:val="32"/>
          <w:cs/>
        </w:rPr>
        <w:t>) ....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</w:t>
      </w:r>
    </w:p>
    <w:p w:rsidR="00326F2E" w:rsidRDefault="00326F2E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01FF">
        <w:rPr>
          <w:rFonts w:ascii="TH SarabunPSK" w:hAnsi="TH SarabunPSK" w:cs="TH SarabunPSK" w:hint="cs"/>
          <w:spacing w:val="-4"/>
          <w:sz w:val="32"/>
          <w:szCs w:val="32"/>
          <w:cs/>
        </w:rPr>
        <w:t>โครงการวิจัย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3901F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รหัส </w:t>
      </w:r>
      <w:r w:rsidRPr="003901FF">
        <w:rPr>
          <w:rFonts w:ascii="TH SarabunPSK" w:hAnsi="TH SarabunPSK" w:cs="TH SarabunPSK"/>
          <w:spacing w:val="-4"/>
          <w:sz w:val="32"/>
          <w:szCs w:val="32"/>
        </w:rPr>
        <w:t>RMUTTO REC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3901FF">
        <w:rPr>
          <w:rFonts w:ascii="TH SarabunPSK" w:hAnsi="TH SarabunPSK" w:cs="TH SarabunPSK"/>
          <w:spacing w:val="-4"/>
          <w:sz w:val="32"/>
          <w:szCs w:val="32"/>
        </w:rPr>
        <w:t>No.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............./25.... </w:t>
      </w:r>
      <w:r w:rsidRPr="006C438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cs/>
        </w:rPr>
        <w:t>ออกใบ</w:t>
      </w:r>
      <w:r w:rsidRPr="006C438D">
        <w:rPr>
          <w:rFonts w:ascii="TH SarabunPSK" w:hAnsi="TH SarabunPSK" w:cs="TH SarabunPSK"/>
          <w:sz w:val="32"/>
          <w:szCs w:val="32"/>
          <w:cs/>
        </w:rPr>
        <w:t>รับรอง</w:t>
      </w:r>
      <w:r>
        <w:rPr>
          <w:rFonts w:ascii="TH SarabunPSK" w:hAnsi="TH SarabunPSK" w:cs="TH SarabunPSK" w:hint="cs"/>
          <w:sz w:val="32"/>
          <w:szCs w:val="32"/>
          <w:cs/>
        </w:rPr>
        <w:t>ล่าสุด</w:t>
      </w:r>
      <w:r w:rsidRPr="006C43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C438D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/</w:t>
      </w:r>
      <w:r w:rsidRPr="006C438D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 xml:space="preserve">/25… </w:t>
      </w:r>
    </w:p>
    <w:p w:rsidR="00781784" w:rsidRDefault="00781784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โดยมีความประสงค์</w:t>
      </w:r>
      <w:r w:rsidR="0004283B">
        <w:rPr>
          <w:rFonts w:ascii="TH SarabunPSK" w:hAnsi="TH SarabunPSK" w:cs="TH SarabunPSK" w:hint="cs"/>
          <w:sz w:val="32"/>
          <w:szCs w:val="32"/>
          <w:cs/>
        </w:rPr>
        <w:t>ขอ</w:t>
      </w:r>
      <w:r w:rsidR="00283ED7">
        <w:rPr>
          <w:rFonts w:ascii="TH SarabunPSK" w:hAnsi="TH SarabunPSK" w:cs="TH SarabunPSK" w:hint="cs"/>
          <w:sz w:val="32"/>
          <w:szCs w:val="32"/>
          <w:cs/>
        </w:rPr>
        <w:t>ยื่นส่วนแก้ไขเปลี่ยนแปลง</w:t>
      </w:r>
      <w:r w:rsidR="0004283B">
        <w:rPr>
          <w:rFonts w:ascii="TH SarabunPSK" w:hAnsi="TH SarabunPSK" w:cs="TH SarabunPSK" w:hint="cs"/>
          <w:sz w:val="32"/>
          <w:szCs w:val="32"/>
          <w:cs/>
        </w:rPr>
        <w:t xml:space="preserve">โครงการวิจัย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โดยได้แนบเอกสารประกอบการพิจารณา ดังนี้ </w:t>
      </w:r>
    </w:p>
    <w:tbl>
      <w:tblPr>
        <w:tblW w:w="8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3"/>
        <w:gridCol w:w="540"/>
        <w:gridCol w:w="540"/>
        <w:gridCol w:w="1350"/>
        <w:gridCol w:w="1260"/>
      </w:tblGrid>
      <w:tr w:rsidR="0004283B" w:rsidRPr="004D39A6" w:rsidTr="009912B8">
        <w:trPr>
          <w:trHeight w:val="381"/>
        </w:trPr>
        <w:tc>
          <w:tcPr>
            <w:tcW w:w="5003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รายการเอกสาร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9912B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540" w:type="dxa"/>
            <w:vMerge w:val="restart"/>
            <w:shd w:val="clear" w:color="auto" w:fill="D9D9D9" w:themeFill="background1" w:themeFillShade="D9"/>
          </w:tcPr>
          <w:p w:rsidR="0004283B" w:rsidRPr="0004283B" w:rsidRDefault="0004283B" w:rsidP="009912B8">
            <w:pPr>
              <w:ind w:left="-36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2610" w:type="dxa"/>
            <w:gridSpan w:val="2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สำหรับ</w:t>
            </w: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เจ้าหน้าที่ตรวจสอบ</w:t>
            </w:r>
          </w:p>
        </w:tc>
      </w:tr>
      <w:tr w:rsidR="0004283B" w:rsidRPr="004D39A6" w:rsidTr="009912B8">
        <w:trPr>
          <w:trHeight w:val="381"/>
        </w:trPr>
        <w:tc>
          <w:tcPr>
            <w:tcW w:w="5003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" w:type="dxa"/>
            <w:vMerge/>
            <w:shd w:val="clear" w:color="auto" w:fill="D9D9D9" w:themeFill="background1" w:themeFillShade="D9"/>
          </w:tcPr>
          <w:p w:rsidR="0004283B" w:rsidRPr="0004283B" w:rsidRDefault="0004283B" w:rsidP="0004283B">
            <w:pPr>
              <w:ind w:left="-36"/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ind w:left="-36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ต้องแก้ไข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ถูกต้อง</w:t>
            </w:r>
          </w:p>
        </w:tc>
      </w:tr>
      <w:tr w:rsidR="0004283B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04283B" w:rsidRPr="004D39A6" w:rsidRDefault="0004283B" w:rsidP="00283ED7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1.</w:t>
            </w:r>
            <w:r w:rsidR="00283ED7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Pr="005B64AD">
              <w:rPr>
                <w:rFonts w:ascii="TH SarabunPSK" w:hAnsi="TH SarabunPSK" w:cs="TH SarabunPSK"/>
                <w:spacing w:val="-6"/>
                <w:sz w:val="32"/>
                <w:szCs w:val="32"/>
              </w:rPr>
              <w:t>AF 0</w:t>
            </w:r>
            <w:r w:rsidR="00283ED7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1</w:t>
            </w:r>
            <w:r w:rsidRPr="005B64AD">
              <w:rPr>
                <w:rFonts w:ascii="TH SarabunPSK" w:hAnsi="TH SarabunPSK" w:cs="TH SarabunPSK"/>
                <w:spacing w:val="-6"/>
                <w:sz w:val="32"/>
                <w:szCs w:val="32"/>
              </w:rPr>
              <w:t>-06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proofErr w:type="gramStart"/>
            <w:r w:rsidR="00283ED7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แบบยื่นส่วนแก้ไขเปลี่ยนแปลงโครงการวิจัย  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จำนวน</w:t>
            </w:r>
            <w:proofErr w:type="gramEnd"/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283ED7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ชุด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04283B" w:rsidRPr="004D39A6" w:rsidRDefault="0004283B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283ED7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283ED7" w:rsidRDefault="00283ED7" w:rsidP="0004283B">
            <w:pPr>
              <w:contextualSpacing/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2. </w:t>
            </w:r>
            <w:r w:rsidRPr="005B64AD">
              <w:rPr>
                <w:rFonts w:ascii="TH SarabunPSK" w:hAnsi="TH SarabunPSK" w:cs="TH SarabunPSK"/>
                <w:spacing w:val="-6"/>
                <w:sz w:val="32"/>
                <w:szCs w:val="32"/>
              </w:rPr>
              <w:t>AF 0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2</w:t>
            </w:r>
            <w:r w:rsidRPr="005B64AD">
              <w:rPr>
                <w:rFonts w:ascii="TH SarabunPSK" w:hAnsi="TH SarabunPSK" w:cs="TH SarabunPSK"/>
                <w:spacing w:val="-6"/>
                <w:sz w:val="32"/>
                <w:szCs w:val="32"/>
              </w:rPr>
              <w:t>-06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proofErr w:type="gramStart"/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ตารางสรุปการเปลี่ยนแปลง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จำนวน</w:t>
            </w:r>
            <w:proofErr w:type="gramEnd"/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ชุด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283ED7" w:rsidRPr="004D39A6" w:rsidRDefault="00283ED7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283ED7" w:rsidRPr="004D39A6" w:rsidRDefault="00283ED7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283ED7" w:rsidRPr="004D39A6" w:rsidRDefault="00283ED7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283ED7" w:rsidRPr="004D39A6" w:rsidRDefault="00283ED7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04283B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04283B" w:rsidRDefault="00283ED7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3</w:t>
            </w:r>
            <w:r w:rsidR="0004283B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. จัดส่งไฟล์อิเล็กทรอนิกส์ประกอบการยื่น รูปแบบไฟล์ </w:t>
            </w:r>
            <w:r w:rsidR="0004283B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Word </w:t>
            </w:r>
            <w:r w:rsidR="0004283B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และไฟ</w:t>
            </w:r>
            <w:bookmarkStart w:id="0" w:name="_GoBack"/>
            <w:bookmarkEnd w:id="0"/>
            <w:r w:rsidR="0004283B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ล์ </w:t>
            </w:r>
            <w:r w:rsidR="0004283B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PDF </w:t>
            </w:r>
            <w:r w:rsidR="0004283B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มายัง </w:t>
            </w:r>
            <w:r w:rsidR="0004283B">
              <w:rPr>
                <w:rFonts w:ascii="TH SarabunPSK" w:hAnsi="TH SarabunPSK" w:cs="TH SarabunPSK"/>
                <w:spacing w:val="-4"/>
                <w:sz w:val="30"/>
                <w:szCs w:val="30"/>
              </w:rPr>
              <w:t>E-mail</w:t>
            </w:r>
            <w:r w:rsidR="009912B8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: </w:t>
            </w:r>
            <w:hyperlink r:id="rId7" w:history="1">
              <w:r w:rsidR="009912B8" w:rsidRPr="00836615">
                <w:rPr>
                  <w:rStyle w:val="Hyperlink"/>
                  <w:rFonts w:ascii="TH SarabunPSK" w:hAnsi="TH SarabunPSK" w:cs="TH SarabunPSK"/>
                  <w:spacing w:val="-4"/>
                  <w:sz w:val="30"/>
                  <w:szCs w:val="30"/>
                </w:rPr>
                <w:t>research_ird@rmutto.ac.th</w:t>
              </w:r>
            </w:hyperlink>
            <w:r w:rsidR="009912B8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283ED7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283ED7" w:rsidRDefault="00283ED7" w:rsidP="0004283B">
            <w:pPr>
              <w:contextualSpacing/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4. </w:t>
            </w:r>
            <w:r w:rsidR="002B0A75" w:rsidRPr="004D39A6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หลักฐานการโอนชำระค่าธรรมเนียม</w:t>
            </w:r>
            <w:r w:rsidR="002B0A7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จำนวน 1 ฉบับ</w:t>
            </w:r>
            <w:r w:rsidR="002B0A7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283ED7" w:rsidRPr="004D39A6" w:rsidRDefault="00283ED7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283ED7" w:rsidRPr="004D39A6" w:rsidRDefault="00283ED7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283ED7" w:rsidRPr="004D39A6" w:rsidRDefault="00283ED7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283ED7" w:rsidRPr="004D39A6" w:rsidRDefault="00283ED7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C87E7C" w:rsidRPr="00B80B01" w:rsidRDefault="00781784" w:rsidP="009912B8">
      <w:pPr>
        <w:spacing w:before="120"/>
        <w:ind w:firstLine="141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จึงเรียนมาเพื่อโปรดพิจารณา</w:t>
      </w:r>
    </w:p>
    <w:p w:rsidR="00C87E7C" w:rsidRDefault="00C87E7C" w:rsidP="00A60D81">
      <w:pPr>
        <w:ind w:firstLine="1411"/>
        <w:rPr>
          <w:rFonts w:ascii="TH SarabunPSK" w:hAnsi="TH SarabunPSK" w:cs="TH SarabunPSK"/>
          <w:sz w:val="32"/>
          <w:szCs w:val="32"/>
        </w:rPr>
      </w:pPr>
    </w:p>
    <w:p w:rsidR="003E582F" w:rsidRDefault="003E582F" w:rsidP="003E582F">
      <w:pPr>
        <w:rPr>
          <w:rFonts w:ascii="TH SarabunPSK" w:hAnsi="TH SarabunPSK" w:cs="TH SarabunPSK"/>
          <w:sz w:val="32"/>
          <w:szCs w:val="32"/>
        </w:rPr>
      </w:pPr>
    </w:p>
    <w:p w:rsidR="003E582F" w:rsidRDefault="00781784" w:rsidP="003E5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C2565C" w:rsidRDefault="003E582F" w:rsidP="0095073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2F2539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.....</w:t>
      </w:r>
      <w:r w:rsidR="00781784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F2539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781784" w:rsidRDefault="00781784" w:rsidP="00781784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(...........พิมพ์ชื่อเต็ม........)</w:t>
      </w:r>
    </w:p>
    <w:p w:rsidR="00B84631" w:rsidRDefault="00C2565C" w:rsidP="00C2565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นักวิจัย</w:t>
      </w:r>
      <w:r w:rsidR="00DD267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sectPr w:rsidR="00B84631" w:rsidSect="006B72B7">
      <w:headerReference w:type="even" r:id="rId8"/>
      <w:headerReference w:type="default" r:id="rId9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A02" w:rsidRDefault="00684A02">
      <w:r>
        <w:separator/>
      </w:r>
    </w:p>
  </w:endnote>
  <w:endnote w:type="continuationSeparator" w:id="0">
    <w:p w:rsidR="00684A02" w:rsidRDefault="0068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A02" w:rsidRDefault="00684A02">
      <w:r>
        <w:separator/>
      </w:r>
    </w:p>
  </w:footnote>
  <w:footnote w:type="continuationSeparator" w:id="0">
    <w:p w:rsidR="00684A02" w:rsidRDefault="00684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0"/>
    <w:rsid w:val="000009B3"/>
    <w:rsid w:val="00041424"/>
    <w:rsid w:val="0004283B"/>
    <w:rsid w:val="00055E5F"/>
    <w:rsid w:val="0006583D"/>
    <w:rsid w:val="000D658D"/>
    <w:rsid w:val="00107DC9"/>
    <w:rsid w:val="00122200"/>
    <w:rsid w:val="00126983"/>
    <w:rsid w:val="00134A4B"/>
    <w:rsid w:val="001878BA"/>
    <w:rsid w:val="00193FB7"/>
    <w:rsid w:val="001A236F"/>
    <w:rsid w:val="001B6BD6"/>
    <w:rsid w:val="001D2D8E"/>
    <w:rsid w:val="001F5E85"/>
    <w:rsid w:val="00234405"/>
    <w:rsid w:val="00236EDF"/>
    <w:rsid w:val="002747A4"/>
    <w:rsid w:val="00283ED7"/>
    <w:rsid w:val="002B0A75"/>
    <w:rsid w:val="002D0C13"/>
    <w:rsid w:val="002E1EB8"/>
    <w:rsid w:val="002F20E1"/>
    <w:rsid w:val="002F2539"/>
    <w:rsid w:val="00326F2E"/>
    <w:rsid w:val="00336DC6"/>
    <w:rsid w:val="00387B20"/>
    <w:rsid w:val="003A54A5"/>
    <w:rsid w:val="003B0B81"/>
    <w:rsid w:val="003E582F"/>
    <w:rsid w:val="004470AA"/>
    <w:rsid w:val="00497633"/>
    <w:rsid w:val="004B0E42"/>
    <w:rsid w:val="004B4D7E"/>
    <w:rsid w:val="004C53C8"/>
    <w:rsid w:val="00506B44"/>
    <w:rsid w:val="005425A8"/>
    <w:rsid w:val="00564ED3"/>
    <w:rsid w:val="005B3CDE"/>
    <w:rsid w:val="005F4EE0"/>
    <w:rsid w:val="00612B51"/>
    <w:rsid w:val="00613DE2"/>
    <w:rsid w:val="00684A02"/>
    <w:rsid w:val="006A175C"/>
    <w:rsid w:val="006A4118"/>
    <w:rsid w:val="006B1710"/>
    <w:rsid w:val="006B17F4"/>
    <w:rsid w:val="006B72B7"/>
    <w:rsid w:val="006D16F7"/>
    <w:rsid w:val="006E31FA"/>
    <w:rsid w:val="007154B5"/>
    <w:rsid w:val="00781784"/>
    <w:rsid w:val="007941B5"/>
    <w:rsid w:val="007955BD"/>
    <w:rsid w:val="007A77CC"/>
    <w:rsid w:val="007B0FAD"/>
    <w:rsid w:val="007E6E95"/>
    <w:rsid w:val="007F1A71"/>
    <w:rsid w:val="00841186"/>
    <w:rsid w:val="008535D9"/>
    <w:rsid w:val="0086677E"/>
    <w:rsid w:val="008720A2"/>
    <w:rsid w:val="008D01E2"/>
    <w:rsid w:val="008E157A"/>
    <w:rsid w:val="00904C2B"/>
    <w:rsid w:val="00921E9F"/>
    <w:rsid w:val="00923102"/>
    <w:rsid w:val="00946E2C"/>
    <w:rsid w:val="00950731"/>
    <w:rsid w:val="00951D06"/>
    <w:rsid w:val="009813B5"/>
    <w:rsid w:val="00990D85"/>
    <w:rsid w:val="009912B8"/>
    <w:rsid w:val="009C6632"/>
    <w:rsid w:val="009C74E1"/>
    <w:rsid w:val="009D74D7"/>
    <w:rsid w:val="00A07DF8"/>
    <w:rsid w:val="00A10DAF"/>
    <w:rsid w:val="00A60D81"/>
    <w:rsid w:val="00A64DF4"/>
    <w:rsid w:val="00A841C7"/>
    <w:rsid w:val="00A97E58"/>
    <w:rsid w:val="00AB3BC8"/>
    <w:rsid w:val="00AC4217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87E7C"/>
    <w:rsid w:val="00C94909"/>
    <w:rsid w:val="00CE2BC0"/>
    <w:rsid w:val="00D35165"/>
    <w:rsid w:val="00D40E4A"/>
    <w:rsid w:val="00D4689D"/>
    <w:rsid w:val="00D518B7"/>
    <w:rsid w:val="00D5496A"/>
    <w:rsid w:val="00D60159"/>
    <w:rsid w:val="00D6078F"/>
    <w:rsid w:val="00D6626B"/>
    <w:rsid w:val="00DB741A"/>
    <w:rsid w:val="00DC6853"/>
    <w:rsid w:val="00DD267F"/>
    <w:rsid w:val="00DF05F2"/>
    <w:rsid w:val="00E30CE3"/>
    <w:rsid w:val="00E537F1"/>
    <w:rsid w:val="00EB5645"/>
    <w:rsid w:val="00EE0C32"/>
    <w:rsid w:val="00F06498"/>
    <w:rsid w:val="00F116A9"/>
    <w:rsid w:val="00F21D30"/>
    <w:rsid w:val="00F23720"/>
    <w:rsid w:val="00F35713"/>
    <w:rsid w:val="00F4094B"/>
    <w:rsid w:val="00F57925"/>
    <w:rsid w:val="00F819F8"/>
    <w:rsid w:val="00F92927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A6AEFD"/>
  <w15:chartTrackingRefBased/>
  <w15:docId w15:val="{B7250C4E-B311-4E1C-85E2-FB32120F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912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esearch_ird@rmutto.ac.t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Comp\AppData\Local\Temp\89e47995-1e5c-480b-86ff-ee4050677835_&#3649;&#3610;&#3610;&#3615;&#3629;&#3619;&#3660;&#3617;&#3585;&#3634;&#3619;&#3614;&#3636;&#3617;&#3614;&#3660;&#3627;&#3609;&#3633;&#3591;&#3626;&#3639;&#3629;&#3619;&#3634;&#3594;&#3585;&#3634;&#3619;%20(8-7-67).zip.835\&#3649;&#3610;&#3610;&#3615;&#3629;&#3619;&#3660;&#3617;&#3585;&#3634;&#3619;&#3614;&#3636;&#3617;&#3614;&#3660;&#3627;&#3609;&#3633;&#3591;&#3626;&#3639;&#3629;&#3619;&#3634;&#3594;&#3585;&#3634;&#3619;%20(8-7-67)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3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MyComp</dc:creator>
  <cp:keywords/>
  <dc:description/>
  <cp:lastModifiedBy>MyComp</cp:lastModifiedBy>
  <cp:revision>5</cp:revision>
  <cp:lastPrinted>2018-03-07T03:26:00Z</cp:lastPrinted>
  <dcterms:created xsi:type="dcterms:W3CDTF">2024-07-17T04:18:00Z</dcterms:created>
  <dcterms:modified xsi:type="dcterms:W3CDTF">2024-07-17T04:21:00Z</dcterms:modified>
</cp:coreProperties>
</file>